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51530F-4B81-4D27-ABA1-B7D71B5C7EF2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